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96" w:rsidRPr="004B11B8" w:rsidRDefault="00600A96" w:rsidP="0007258C">
      <w:pPr>
        <w:rPr>
          <w:color w:val="808080"/>
        </w:rPr>
      </w:pPr>
      <w:r w:rsidRPr="004B11B8">
        <w:rPr>
          <w:color w:val="808080"/>
        </w:rPr>
        <w:t>Student Name: _____________________________</w:t>
      </w:r>
    </w:p>
    <w:p w:rsidR="00600A96" w:rsidRPr="004B11B8" w:rsidRDefault="00600A96" w:rsidP="0007258C">
      <w:pPr>
        <w:rPr>
          <w:color w:val="808080"/>
        </w:rPr>
      </w:pPr>
      <w:r w:rsidRPr="004B11B8">
        <w:rPr>
          <w:color w:val="808080"/>
        </w:rPr>
        <w:t>Parent Signature: __________________________________</w:t>
      </w:r>
    </w:p>
    <w:p w:rsidR="00600A96" w:rsidRPr="004B11B8" w:rsidRDefault="00600A96" w:rsidP="0007258C">
      <w:pPr>
        <w:jc w:val="center"/>
        <w:rPr>
          <w:rFonts w:ascii="Arial" w:hAnsi="Arial" w:cs="Arial"/>
          <w:color w:val="808080"/>
          <w:sz w:val="28"/>
          <w:szCs w:val="28"/>
        </w:rPr>
      </w:pPr>
      <w:r w:rsidRPr="004B11B8">
        <w:rPr>
          <w:rFonts w:ascii="Arial" w:hAnsi="Arial" w:cs="Arial"/>
          <w:color w:val="808080"/>
          <w:sz w:val="28"/>
          <w:szCs w:val="28"/>
        </w:rPr>
        <w:t>Best Foot Forward</w:t>
      </w:r>
      <w:r w:rsidRPr="004B11B8">
        <w:rPr>
          <w:rFonts w:ascii="Arial" w:hAnsi="Arial" w:cs="Arial"/>
          <w:color w:val="808080"/>
          <w:sz w:val="28"/>
          <w:szCs w:val="28"/>
        </w:rPr>
        <w:br/>
        <w:t>Chapters 17-19 Quiz</w:t>
      </w:r>
      <w:r w:rsidRPr="004B11B8">
        <w:rPr>
          <w:rFonts w:ascii="Arial" w:hAnsi="Arial" w:cs="Arial"/>
          <w:color w:val="808080"/>
          <w:sz w:val="28"/>
          <w:szCs w:val="28"/>
        </w:rPr>
        <w:br/>
      </w:r>
    </w:p>
    <w:p w:rsidR="00600A96" w:rsidRPr="004B11B8" w:rsidRDefault="00600A96" w:rsidP="00F20EEA">
      <w:pPr>
        <w:pStyle w:val="ListParagraph"/>
        <w:numPr>
          <w:ilvl w:val="0"/>
          <w:numId w:val="1"/>
        </w:numPr>
        <w:rPr>
          <w:color w:val="808080"/>
        </w:rPr>
      </w:pPr>
      <w:r w:rsidRPr="004B11B8">
        <w:rPr>
          <w:color w:val="808080"/>
        </w:rPr>
        <w:t>In Chapter 17, Charlie the doughnut guy returns to the store. What is significant about this visit?</w:t>
      </w:r>
    </w:p>
    <w:p w:rsidR="00600A96" w:rsidRPr="004B11B8" w:rsidRDefault="00600A96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He brings everyone doughnuts.</w:t>
      </w:r>
    </w:p>
    <w:p w:rsidR="00600A96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He asks Jenna out on a date.</w:t>
      </w:r>
      <w:r w:rsidRPr="00047E3C">
        <w:rPr>
          <w:color w:val="808080"/>
        </w:rPr>
        <w:t xml:space="preserve"> 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He steals a pair of shoes.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He takes money from the cash register.</w:t>
      </w:r>
      <w:r w:rsidRPr="004B11B8">
        <w:rPr>
          <w:color w:val="808080"/>
        </w:rPr>
        <w:br/>
      </w:r>
    </w:p>
    <w:p w:rsidR="00600A96" w:rsidRPr="004B11B8" w:rsidRDefault="00600A96" w:rsidP="00F20EEA">
      <w:pPr>
        <w:pStyle w:val="ListParagraph"/>
        <w:numPr>
          <w:ilvl w:val="0"/>
          <w:numId w:val="1"/>
        </w:numPr>
        <w:rPr>
          <w:color w:val="808080"/>
        </w:rPr>
      </w:pPr>
      <w:r w:rsidRPr="004B11B8">
        <w:rPr>
          <w:color w:val="808080"/>
        </w:rPr>
        <w:t>What important discovery does Tanner make in Chapter 17?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That Mrs. Gladstone has cancer.</w:t>
      </w:r>
    </w:p>
    <w:p w:rsidR="00600A96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That the company is planning on closing the store.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That Rolling Walkers are not being manufactured well.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That money is missing from the cash register.</w:t>
      </w:r>
      <w:r w:rsidRPr="004B11B8">
        <w:rPr>
          <w:color w:val="808080"/>
        </w:rPr>
        <w:br/>
      </w:r>
    </w:p>
    <w:p w:rsidR="00600A96" w:rsidRPr="004B11B8" w:rsidRDefault="00600A96" w:rsidP="00F20EEA">
      <w:pPr>
        <w:pStyle w:val="ListParagraph"/>
        <w:numPr>
          <w:ilvl w:val="0"/>
          <w:numId w:val="1"/>
        </w:numPr>
        <w:rPr>
          <w:color w:val="808080"/>
        </w:rPr>
      </w:pPr>
      <w:r w:rsidRPr="004B11B8">
        <w:rPr>
          <w:color w:val="808080"/>
        </w:rPr>
        <w:t>Mrs. Gladstone makes a major decision at the end of Chapter 17. What is the decision?</w:t>
      </w:r>
    </w:p>
    <w:p w:rsidR="00600A96" w:rsidRPr="004B11B8" w:rsidRDefault="00600A96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The store will close down.</w:t>
      </w:r>
    </w:p>
    <w:p w:rsidR="00600A96" w:rsidRDefault="00600A96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She is going to fire either Tanner or Murray, but she doesn’t know which one.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The store will no longer sell Rolling Walkers.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She is stepping down from her position.</w:t>
      </w:r>
      <w:r w:rsidRPr="004B11B8">
        <w:rPr>
          <w:color w:val="808080"/>
        </w:rPr>
        <w:br/>
      </w:r>
    </w:p>
    <w:p w:rsidR="00600A96" w:rsidRPr="004B11B8" w:rsidRDefault="00600A96" w:rsidP="00F20EEA">
      <w:pPr>
        <w:pStyle w:val="ListParagraph"/>
        <w:numPr>
          <w:ilvl w:val="0"/>
          <w:numId w:val="1"/>
        </w:numPr>
        <w:rPr>
          <w:color w:val="808080"/>
        </w:rPr>
      </w:pPr>
      <w:r w:rsidRPr="004B11B8">
        <w:rPr>
          <w:color w:val="808080"/>
        </w:rPr>
        <w:t>What does Jenna find out about the West Virginia Shoe Manufacturing Company?</w:t>
      </w:r>
    </w:p>
    <w:p w:rsidR="00600A96" w:rsidRPr="004B11B8" w:rsidRDefault="00600A96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It doesn’t exist.</w:t>
      </w:r>
    </w:p>
    <w:p w:rsidR="00600A96" w:rsidRDefault="00600A96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 xml:space="preserve">It used to make all of their shoes, but </w:t>
      </w:r>
      <w:smartTag w:uri="urn:schemas-microsoft-com:office:smarttags" w:element="City">
        <w:smartTag w:uri="urn:schemas-microsoft-com:office:smarttags" w:element="place">
          <w:r w:rsidRPr="004B11B8">
            <w:rPr>
              <w:color w:val="808080"/>
            </w:rPr>
            <w:t>Gladstone</w:t>
          </w:r>
        </w:smartTag>
      </w:smartTag>
      <w:r w:rsidRPr="004B11B8">
        <w:rPr>
          <w:color w:val="808080"/>
        </w:rPr>
        <w:t xml:space="preserve"> shoes fired them.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Mrs. Gladstone used to work there, but she was fired.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 xml:space="preserve">It is going to buy the </w:t>
      </w:r>
      <w:smartTag w:uri="urn:schemas-microsoft-com:office:smarttags" w:element="place">
        <w:smartTag w:uri="urn:schemas-microsoft-com:office:smarttags" w:element="City">
          <w:r w:rsidRPr="004B11B8">
            <w:rPr>
              <w:color w:val="808080"/>
            </w:rPr>
            <w:t>Gladstone</w:t>
          </w:r>
        </w:smartTag>
      </w:smartTag>
      <w:r w:rsidRPr="004B11B8">
        <w:rPr>
          <w:color w:val="808080"/>
        </w:rPr>
        <w:t xml:space="preserve"> shoe company.</w:t>
      </w:r>
      <w:r w:rsidRPr="004B11B8">
        <w:rPr>
          <w:color w:val="808080"/>
        </w:rPr>
        <w:br/>
      </w:r>
    </w:p>
    <w:p w:rsidR="00600A96" w:rsidRPr="004B11B8" w:rsidRDefault="00600A96" w:rsidP="006B54A3">
      <w:pPr>
        <w:pStyle w:val="ListParagraph"/>
        <w:numPr>
          <w:ilvl w:val="0"/>
          <w:numId w:val="1"/>
        </w:numPr>
        <w:rPr>
          <w:color w:val="808080"/>
        </w:rPr>
      </w:pPr>
      <w:r w:rsidRPr="004B11B8">
        <w:rPr>
          <w:color w:val="808080"/>
        </w:rPr>
        <w:t>What two places do Jenna and Charlie go to on their date?</w:t>
      </w:r>
    </w:p>
    <w:p w:rsidR="00600A96" w:rsidRPr="004B11B8" w:rsidRDefault="00600A96" w:rsidP="006B54A3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To Charlie’s doughnut shop and then the movies.</w:t>
      </w:r>
    </w:p>
    <w:p w:rsidR="00600A96" w:rsidRDefault="00600A96" w:rsidP="006B54A3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To the movies and then the park.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To a park and then a fancy restaurant.</w:t>
      </w:r>
    </w:p>
    <w:p w:rsidR="00600A96" w:rsidRPr="004B11B8" w:rsidRDefault="00600A96" w:rsidP="00047E3C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To a fancy restaurant and then Charlie’s doughnut shop.</w:t>
      </w:r>
    </w:p>
    <w:p w:rsidR="00600A96" w:rsidRPr="004B11B8" w:rsidRDefault="00600A96">
      <w:pPr>
        <w:rPr>
          <w:color w:val="808080"/>
        </w:rPr>
      </w:pPr>
    </w:p>
    <w:sectPr w:rsidR="00600A96" w:rsidRPr="004B11B8" w:rsidSect="008B20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A96" w:rsidRDefault="00600A96">
      <w:r>
        <w:separator/>
      </w:r>
    </w:p>
  </w:endnote>
  <w:endnote w:type="continuationSeparator" w:id="1">
    <w:p w:rsidR="00600A96" w:rsidRDefault="00600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A96" w:rsidRDefault="00600A96">
      <w:r>
        <w:separator/>
      </w:r>
    </w:p>
  </w:footnote>
  <w:footnote w:type="continuationSeparator" w:id="1">
    <w:p w:rsidR="00600A96" w:rsidRDefault="00600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A96" w:rsidRDefault="00600A96" w:rsidP="004B11B8">
    <w:pPr>
      <w:pStyle w:val="Header"/>
      <w:jc w:val="center"/>
    </w:pPr>
    <w:r>
      <w:t>Version 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F127F"/>
    <w:multiLevelType w:val="hybridMultilevel"/>
    <w:tmpl w:val="A39037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EEA"/>
    <w:rsid w:val="00047E3C"/>
    <w:rsid w:val="0007258C"/>
    <w:rsid w:val="002B2191"/>
    <w:rsid w:val="00402CDA"/>
    <w:rsid w:val="004B11B8"/>
    <w:rsid w:val="00600A96"/>
    <w:rsid w:val="006B54A3"/>
    <w:rsid w:val="008B207A"/>
    <w:rsid w:val="009B1906"/>
    <w:rsid w:val="00CF5A62"/>
    <w:rsid w:val="00F2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20E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B11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0BA4"/>
  </w:style>
  <w:style w:type="paragraph" w:styleId="Footer">
    <w:name w:val="footer"/>
    <w:basedOn w:val="Normal"/>
    <w:link w:val="FooterChar"/>
    <w:uiPriority w:val="99"/>
    <w:rsid w:val="004B11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0B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206</Words>
  <Characters>1177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Name: _____________________________</dc:title>
  <dc:subject/>
  <dc:creator>Nate</dc:creator>
  <cp:keywords/>
  <dc:description/>
  <cp:lastModifiedBy>Nate Dechongkit</cp:lastModifiedBy>
  <cp:revision>3</cp:revision>
  <dcterms:created xsi:type="dcterms:W3CDTF">2010-12-14T11:56:00Z</dcterms:created>
  <dcterms:modified xsi:type="dcterms:W3CDTF">2010-12-14T11:58:00Z</dcterms:modified>
</cp:coreProperties>
</file>